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A7B80799D0B4E55ABD60C7416C9678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Pr="009A35E4" w:rsidRDefault="00363F39" w:rsidP="00CF0EF4">
          <w:pPr>
            <w:pStyle w:val="Tituldatum"/>
          </w:pPr>
          <w:r>
            <w:rPr>
              <w:rStyle w:val="Nzevakce"/>
            </w:rPr>
            <w:t>Kravaře ON – rekonstrukce výpravní budovy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63F39">
        <w:t>9. 6</w:t>
      </w:r>
      <w:r w:rsidR="00053A6B">
        <w:t>. 2022</w:t>
      </w:r>
    </w:p>
    <w:p w:rsidR="00053A6B" w:rsidRPr="006C2343" w:rsidRDefault="00053A6B" w:rsidP="006C2343">
      <w:pPr>
        <w:pStyle w:val="Tituldatum"/>
      </w:pP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4C445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744328" w:history="1">
        <w:r w:rsidR="004C4451" w:rsidRPr="0072426B">
          <w:rPr>
            <w:rStyle w:val="Hypertextovodkaz"/>
          </w:rPr>
          <w:t>SEZNAM ZKRATEK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_Toc105744328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2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29" w:history="1">
        <w:r w:rsidR="004C4451" w:rsidRPr="0072426B">
          <w:rPr>
            <w:rStyle w:val="Hypertextovodkaz"/>
          </w:rPr>
          <w:t>1.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POJMY A DEFINICE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_Toc105744329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0" w:history="1">
        <w:r w:rsidR="004C4451" w:rsidRPr="0072426B">
          <w:rPr>
            <w:rStyle w:val="Hypertextovodkaz"/>
            <w:rFonts w:asciiTheme="majorHAnsi" w:hAnsiTheme="majorHAnsi"/>
          </w:rPr>
          <w:t>1.2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Soupis prací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_Toc105744330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1" w:history="1">
        <w:r w:rsidR="004C4451" w:rsidRPr="0072426B">
          <w:rPr>
            <w:rStyle w:val="Hypertextovodkaz"/>
            <w:rFonts w:asciiTheme="majorHAnsi" w:hAnsiTheme="majorHAnsi"/>
          </w:rPr>
          <w:t>1.3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Cenová soustava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_Toc105744331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2" w:history="1">
        <w:r w:rsidR="004C4451" w:rsidRPr="0072426B">
          <w:rPr>
            <w:rStyle w:val="Hypertextovodkaz"/>
            <w:rFonts w:asciiTheme="majorHAnsi" w:hAnsiTheme="majorHAnsi"/>
          </w:rPr>
          <w:t>1.4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Měrné jednotky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_Toc105744332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3" w:history="1">
        <w:r w:rsidR="004C4451" w:rsidRPr="0072426B">
          <w:rPr>
            <w:rStyle w:val="Hypertextovodkaz"/>
          </w:rPr>
          <w:t>2.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ZÁKLADNÍ PRAVIDLA PRO OCEŇOVÁNÍ SOUPISU PRACÍ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_Toc105744333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4" w:history="1">
        <w:r w:rsidR="004C4451" w:rsidRPr="0072426B">
          <w:rPr>
            <w:rStyle w:val="Hypertextovodkaz"/>
          </w:rPr>
          <w:t>3.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MĚŘENÍ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_Toc105744334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6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70561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5" w:history="1">
        <w:r w:rsidR="004C4451" w:rsidRPr="0072426B">
          <w:rPr>
            <w:rStyle w:val="Hypertextovodkaz"/>
          </w:rPr>
          <w:t>4.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SROVNATELNÉ VÝROBKY, ALTERNATIVY MATERIÁLŮ A PROVEDENÍ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_Toc105744335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6</w:t>
        </w:r>
        <w:r w:rsidR="004C4451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57443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057443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05744330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105744331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105744332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05744333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0D0A58" w:rsidRDefault="000D0A58" w:rsidP="005E07BA">
      <w:pPr>
        <w:pStyle w:val="Odrka1-2-"/>
      </w:pPr>
      <w:r>
        <w:t xml:space="preserve">položky číslo </w:t>
      </w:r>
      <w:r w:rsidR="00AA21BC">
        <w:t>1,2,3</w:t>
      </w:r>
      <w:r>
        <w:t xml:space="preserve"> Dle přílohy číslo 1 </w:t>
      </w:r>
      <w:r w:rsidR="0070561D">
        <w:t xml:space="preserve"> „Rozpuštěné položky</w:t>
      </w:r>
      <w:r w:rsidR="00AA21BC">
        <w:t>“</w:t>
      </w:r>
      <w:bookmarkStart w:id="10" w:name="_GoBack"/>
      <w:bookmarkEnd w:id="10"/>
    </w:p>
    <w:p w:rsidR="00D368E0" w:rsidRDefault="00D368E0" w:rsidP="005E07BA">
      <w:pPr>
        <w:pStyle w:val="Odrka1-2-"/>
      </w:pPr>
      <w:r>
        <w:t xml:space="preserve">nájmy pro zařízení staveniště dle tabulky příloha </w:t>
      </w:r>
      <w:proofErr w:type="gramStart"/>
      <w:r>
        <w:t>č.2 „</w:t>
      </w:r>
      <w:proofErr w:type="spellStart"/>
      <w:r w:rsidR="0070561D">
        <w:t>Kravaře_</w:t>
      </w:r>
      <w:r>
        <w:t>Nájmy</w:t>
      </w:r>
      <w:proofErr w:type="spellEnd"/>
      <w:proofErr w:type="gramEnd"/>
      <w:r>
        <w:t>“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A35E4">
        <w:t>Objednatele</w:t>
      </w:r>
      <w:r w:rsidRPr="009A35E4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="009A35E4">
        <w:t>XC4</w:t>
      </w:r>
      <w:r w:rsidRPr="009A35E4">
        <w:t>).</w:t>
      </w:r>
    </w:p>
    <w:p w:rsidR="005E07BA" w:rsidRDefault="005E07BA" w:rsidP="005E07BA">
      <w:pPr>
        <w:pStyle w:val="Nadpis2-1"/>
      </w:pPr>
      <w:bookmarkStart w:id="11" w:name="_Toc10574433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0574433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A35E4">
        <w:t>Objednatelem</w:t>
      </w:r>
      <w:r w:rsidRPr="009A35E4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E4" w:rsidRDefault="009A35E4" w:rsidP="00962258">
      <w:pPr>
        <w:spacing w:after="0" w:line="240" w:lineRule="auto"/>
      </w:pPr>
      <w:r>
        <w:separator/>
      </w:r>
    </w:p>
  </w:endnote>
  <w:end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561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561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0561D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Kravaře ON – rekonstrukce výpravní budovy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0561D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Kravaře ON – rekonstrukce výpravní budovy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561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561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E4" w:rsidRDefault="009A35E4" w:rsidP="00962258">
      <w:pPr>
        <w:spacing w:after="0" w:line="240" w:lineRule="auto"/>
      </w:pPr>
      <w:r>
        <w:separator/>
      </w:r>
    </w:p>
  </w:footnote>
  <w:foot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E4"/>
    <w:rsid w:val="000008ED"/>
    <w:rsid w:val="00017F3C"/>
    <w:rsid w:val="000373DC"/>
    <w:rsid w:val="00041EC8"/>
    <w:rsid w:val="000537B2"/>
    <w:rsid w:val="00053A6B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0A58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3F39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4451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0561D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97863"/>
    <w:rsid w:val="009A35E4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21BC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368E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B11522"/>
  <w14:defaultImageDpi w14:val="32767"/>
  <w15:docId w15:val="{2C1A418A-C383-4E19-9485-40B78DEE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IVIN\KRAVA&#344;E\KSP_Krava&#345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7B80799D0B4E55ABD60C7416C967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57DE0-2195-49C3-A7BC-7E6FCFA9A647}"/>
      </w:docPartPr>
      <w:docPartBody>
        <w:p w:rsidR="008270E4" w:rsidRDefault="008270E4">
          <w:pPr>
            <w:pStyle w:val="EA7B80799D0B4E55ABD60C7416C9678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E4"/>
    <w:rsid w:val="0082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A7B80799D0B4E55ABD60C7416C96789">
    <w:name w:val="EA7B80799D0B4E55ABD60C7416C967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9A6AF-E5A7-4D2B-8B3E-985364C6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KSP_Kravaře</Template>
  <TotalTime>109</TotalTime>
  <Pages>6</Pages>
  <Words>1854</Words>
  <Characters>10940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Divín Pavel</dc:creator>
  <cp:lastModifiedBy>Divín Pavel</cp:lastModifiedBy>
  <cp:revision>6</cp:revision>
  <cp:lastPrinted>2019-03-13T10:28:00Z</cp:lastPrinted>
  <dcterms:created xsi:type="dcterms:W3CDTF">2021-12-16T11:00:00Z</dcterms:created>
  <dcterms:modified xsi:type="dcterms:W3CDTF">2022-06-10T09:15:00Z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